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D3727" w14:textId="77777777" w:rsidR="00724393" w:rsidRDefault="00724393" w:rsidP="0072439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0C2F275" w14:textId="77777777" w:rsidR="00724393" w:rsidRDefault="00724393" w:rsidP="00EA3D6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22A43AD" w14:textId="2FCDAF18" w:rsidR="0085747A" w:rsidRPr="00D47CE1" w:rsidRDefault="0085747A" w:rsidP="00EA3D6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SYLABUS</w:t>
      </w:r>
    </w:p>
    <w:p w14:paraId="5A733BBB" w14:textId="6AA633F5" w:rsidR="0085747A" w:rsidRPr="00D47CE1" w:rsidRDefault="0071620A" w:rsidP="001E20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r w:rsidR="00680726" w:rsidRPr="00D47CE1">
        <w:rPr>
          <w:rFonts w:ascii="Corbel" w:hAnsi="Corbel"/>
          <w:i/>
          <w:smallCaps/>
          <w:sz w:val="24"/>
          <w:szCs w:val="24"/>
        </w:rPr>
        <w:t xml:space="preserve"> </w:t>
      </w:r>
      <w:r w:rsidR="001E20B0">
        <w:rPr>
          <w:rFonts w:ascii="Corbel" w:hAnsi="Corbel"/>
          <w:b/>
          <w:smallCaps/>
          <w:sz w:val="24"/>
          <w:szCs w:val="24"/>
        </w:rPr>
        <w:t>2024-2029</w:t>
      </w:r>
    </w:p>
    <w:p w14:paraId="11C766C1" w14:textId="6ADC533A" w:rsidR="00445970" w:rsidRPr="00D47CE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  <w:t>R</w:t>
      </w:r>
      <w:r w:rsidR="00AC747F" w:rsidRPr="00D47CE1">
        <w:rPr>
          <w:rFonts w:ascii="Corbel" w:hAnsi="Corbel"/>
          <w:sz w:val="24"/>
          <w:szCs w:val="24"/>
        </w:rPr>
        <w:t xml:space="preserve">ok akademicki </w:t>
      </w:r>
      <w:r w:rsidR="00033B2D" w:rsidRPr="00D47CE1">
        <w:rPr>
          <w:rFonts w:ascii="Corbel" w:hAnsi="Corbel"/>
          <w:sz w:val="24"/>
          <w:szCs w:val="24"/>
        </w:rPr>
        <w:t xml:space="preserve">  </w:t>
      </w:r>
      <w:r w:rsidR="001D237A" w:rsidRPr="00D47CE1">
        <w:rPr>
          <w:rFonts w:ascii="Corbel" w:hAnsi="Corbel"/>
          <w:b/>
          <w:sz w:val="24"/>
          <w:szCs w:val="24"/>
        </w:rPr>
        <w:t>202</w:t>
      </w:r>
      <w:r w:rsidR="001E20B0">
        <w:rPr>
          <w:rFonts w:ascii="Corbel" w:hAnsi="Corbel"/>
          <w:b/>
          <w:sz w:val="24"/>
          <w:szCs w:val="24"/>
        </w:rPr>
        <w:t>6</w:t>
      </w:r>
      <w:r w:rsidR="00033B2D" w:rsidRPr="00D47CE1">
        <w:rPr>
          <w:rFonts w:ascii="Corbel" w:hAnsi="Corbel"/>
          <w:b/>
          <w:sz w:val="24"/>
          <w:szCs w:val="24"/>
        </w:rPr>
        <w:t>/</w:t>
      </w:r>
      <w:r w:rsidR="00680726" w:rsidRPr="00D47CE1">
        <w:rPr>
          <w:rFonts w:ascii="Corbel" w:hAnsi="Corbel"/>
          <w:b/>
          <w:sz w:val="24"/>
          <w:szCs w:val="24"/>
        </w:rPr>
        <w:t>20</w:t>
      </w:r>
      <w:r w:rsidR="00033B2D" w:rsidRPr="00D47CE1">
        <w:rPr>
          <w:rFonts w:ascii="Corbel" w:hAnsi="Corbel"/>
          <w:b/>
          <w:sz w:val="24"/>
          <w:szCs w:val="24"/>
        </w:rPr>
        <w:t>2</w:t>
      </w:r>
      <w:r w:rsidR="001E20B0">
        <w:rPr>
          <w:rFonts w:ascii="Corbel" w:hAnsi="Corbel"/>
          <w:b/>
          <w:sz w:val="24"/>
          <w:szCs w:val="24"/>
        </w:rPr>
        <w:t>7</w:t>
      </w:r>
      <w:r w:rsidR="00680726" w:rsidRPr="00D47CE1">
        <w:rPr>
          <w:rFonts w:ascii="Corbel" w:hAnsi="Corbel"/>
          <w:b/>
          <w:sz w:val="24"/>
          <w:szCs w:val="24"/>
        </w:rPr>
        <w:t>-202</w:t>
      </w:r>
      <w:r w:rsidR="001E20B0">
        <w:rPr>
          <w:rFonts w:ascii="Corbel" w:hAnsi="Corbel"/>
          <w:b/>
          <w:sz w:val="24"/>
          <w:szCs w:val="24"/>
        </w:rPr>
        <w:t>7</w:t>
      </w:r>
      <w:r w:rsidR="00680726" w:rsidRPr="00D47CE1">
        <w:rPr>
          <w:rFonts w:ascii="Corbel" w:hAnsi="Corbel"/>
          <w:b/>
          <w:sz w:val="24"/>
          <w:szCs w:val="24"/>
        </w:rPr>
        <w:t>/202</w:t>
      </w:r>
      <w:r w:rsidR="001E20B0">
        <w:rPr>
          <w:rFonts w:ascii="Corbel" w:hAnsi="Corbel"/>
          <w:b/>
          <w:sz w:val="24"/>
          <w:szCs w:val="24"/>
        </w:rPr>
        <w:t>8</w:t>
      </w:r>
    </w:p>
    <w:p w14:paraId="29BDAA38" w14:textId="77777777" w:rsidR="0085747A" w:rsidRPr="00D47C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37F158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1. </w:t>
      </w:r>
      <w:r w:rsidR="0085747A" w:rsidRPr="00D47CE1">
        <w:rPr>
          <w:rFonts w:ascii="Corbel" w:hAnsi="Corbel"/>
          <w:szCs w:val="24"/>
        </w:rPr>
        <w:t xml:space="preserve">Podstawowe </w:t>
      </w:r>
      <w:r w:rsidR="00445970" w:rsidRPr="00D47CE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CE1" w14:paraId="0120EC60" w14:textId="77777777" w:rsidTr="00B819C8">
        <w:tc>
          <w:tcPr>
            <w:tcW w:w="2694" w:type="dxa"/>
            <w:vAlign w:val="center"/>
          </w:tcPr>
          <w:p w14:paraId="3932B65A" w14:textId="77777777" w:rsidR="0085747A" w:rsidRPr="00D47C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8A7E6C" w14:textId="77777777" w:rsidR="0085747A" w:rsidRPr="00D47CE1" w:rsidRDefault="00680726" w:rsidP="000D362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praktyki zawodowe – moduł D.6.</w:t>
            </w:r>
          </w:p>
        </w:tc>
      </w:tr>
      <w:tr w:rsidR="00680726" w:rsidRPr="00D47CE1" w14:paraId="17CFA9B8" w14:textId="77777777" w:rsidTr="00B819C8">
        <w:tc>
          <w:tcPr>
            <w:tcW w:w="2694" w:type="dxa"/>
            <w:vAlign w:val="center"/>
          </w:tcPr>
          <w:p w14:paraId="6718CB0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30E50B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80726" w:rsidRPr="00D47CE1" w14:paraId="1E731C85" w14:textId="77777777" w:rsidTr="00B819C8">
        <w:tc>
          <w:tcPr>
            <w:tcW w:w="2694" w:type="dxa"/>
            <w:vAlign w:val="center"/>
          </w:tcPr>
          <w:p w14:paraId="14AEBFB4" w14:textId="77777777" w:rsidR="00680726" w:rsidRPr="00D47CE1" w:rsidRDefault="0068072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FD17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0726" w:rsidRPr="00D47CE1" w14:paraId="7943DE78" w14:textId="77777777" w:rsidTr="00B819C8">
        <w:tc>
          <w:tcPr>
            <w:tcW w:w="2694" w:type="dxa"/>
            <w:vAlign w:val="center"/>
          </w:tcPr>
          <w:p w14:paraId="4119DB5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0FF03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0726" w:rsidRPr="00D47CE1" w14:paraId="30AABBE0" w14:textId="77777777" w:rsidTr="00B819C8">
        <w:tc>
          <w:tcPr>
            <w:tcW w:w="2694" w:type="dxa"/>
            <w:vAlign w:val="center"/>
          </w:tcPr>
          <w:p w14:paraId="3BBA8D44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CA44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80726" w:rsidRPr="00D47CE1" w14:paraId="05CAC9DF" w14:textId="77777777" w:rsidTr="00B819C8">
        <w:tc>
          <w:tcPr>
            <w:tcW w:w="2694" w:type="dxa"/>
            <w:vAlign w:val="center"/>
          </w:tcPr>
          <w:p w14:paraId="20F656E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714758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80726" w:rsidRPr="00D47CE1" w14:paraId="227C5E0B" w14:textId="77777777" w:rsidTr="00B819C8">
        <w:tc>
          <w:tcPr>
            <w:tcW w:w="2694" w:type="dxa"/>
            <w:vAlign w:val="center"/>
          </w:tcPr>
          <w:p w14:paraId="4FAF2DC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7B125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80726" w:rsidRPr="00D47CE1" w14:paraId="5B3F69E9" w14:textId="77777777" w:rsidTr="00B819C8">
        <w:tc>
          <w:tcPr>
            <w:tcW w:w="2694" w:type="dxa"/>
            <w:vAlign w:val="center"/>
          </w:tcPr>
          <w:p w14:paraId="183080D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CAD44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80726" w:rsidRPr="00D47CE1" w14:paraId="544D8857" w14:textId="77777777" w:rsidTr="00B819C8">
        <w:tc>
          <w:tcPr>
            <w:tcW w:w="2694" w:type="dxa"/>
            <w:vAlign w:val="center"/>
          </w:tcPr>
          <w:p w14:paraId="2ACEE49D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253420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III i IV rok, 6 i 7 semestr</w:t>
            </w:r>
          </w:p>
        </w:tc>
      </w:tr>
      <w:tr w:rsidR="00680726" w:rsidRPr="00D47CE1" w14:paraId="3EB22FE2" w14:textId="77777777" w:rsidTr="00B819C8">
        <w:tc>
          <w:tcPr>
            <w:tcW w:w="2694" w:type="dxa"/>
            <w:vAlign w:val="center"/>
          </w:tcPr>
          <w:p w14:paraId="3D744DD8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B21F3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D. Edukacja włączająca, Moduł D.6. Praktyki zawodowe</w:t>
            </w:r>
          </w:p>
        </w:tc>
      </w:tr>
      <w:tr w:rsidR="00680726" w:rsidRPr="00D47CE1" w14:paraId="6FB1E28C" w14:textId="77777777" w:rsidTr="00B819C8">
        <w:tc>
          <w:tcPr>
            <w:tcW w:w="2694" w:type="dxa"/>
            <w:vAlign w:val="center"/>
          </w:tcPr>
          <w:p w14:paraId="54E3CB50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FBB094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680726" w:rsidRPr="00D47CE1" w14:paraId="48180085" w14:textId="77777777" w:rsidTr="00B819C8">
        <w:tc>
          <w:tcPr>
            <w:tcW w:w="2694" w:type="dxa"/>
            <w:vAlign w:val="center"/>
          </w:tcPr>
          <w:p w14:paraId="164D0B5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B82960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Krystyna Barłóg</w:t>
            </w:r>
          </w:p>
        </w:tc>
      </w:tr>
      <w:tr w:rsidR="00680726" w:rsidRPr="00D47CE1" w14:paraId="73A3C5A2" w14:textId="77777777" w:rsidTr="00B819C8">
        <w:tc>
          <w:tcPr>
            <w:tcW w:w="2694" w:type="dxa"/>
            <w:vAlign w:val="center"/>
          </w:tcPr>
          <w:p w14:paraId="5BD8D47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C31259" w14:textId="30858362" w:rsidR="00680726" w:rsidRPr="00D47CE1" w:rsidRDefault="00845641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Joanna Leśniak</w:t>
            </w:r>
          </w:p>
        </w:tc>
      </w:tr>
    </w:tbl>
    <w:p w14:paraId="6CE1C7DE" w14:textId="77777777" w:rsidR="00923D7D" w:rsidRPr="00D47CE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* </w:t>
      </w:r>
      <w:r w:rsidRPr="00D47CE1">
        <w:rPr>
          <w:rFonts w:ascii="Corbel" w:hAnsi="Corbel"/>
          <w:i/>
          <w:sz w:val="24"/>
          <w:szCs w:val="24"/>
        </w:rPr>
        <w:t>-</w:t>
      </w:r>
      <w:r w:rsidR="00B90885" w:rsidRPr="00D47CE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CE1">
        <w:rPr>
          <w:rFonts w:ascii="Corbel" w:hAnsi="Corbel"/>
          <w:b w:val="0"/>
          <w:sz w:val="24"/>
          <w:szCs w:val="24"/>
        </w:rPr>
        <w:t>e,</w:t>
      </w:r>
      <w:r w:rsidRPr="00D47CE1">
        <w:rPr>
          <w:rFonts w:ascii="Corbel" w:hAnsi="Corbel"/>
          <w:i/>
          <w:sz w:val="24"/>
          <w:szCs w:val="24"/>
        </w:rPr>
        <w:t xml:space="preserve"> </w:t>
      </w:r>
      <w:r w:rsidRPr="00D47C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CE1">
        <w:rPr>
          <w:rFonts w:ascii="Corbel" w:hAnsi="Corbel"/>
          <w:b w:val="0"/>
          <w:i/>
          <w:sz w:val="24"/>
          <w:szCs w:val="24"/>
        </w:rPr>
        <w:t>w Jednostce</w:t>
      </w:r>
    </w:p>
    <w:p w14:paraId="2CBD7EC5" w14:textId="77777777" w:rsidR="00A81544" w:rsidRPr="00D47CE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B50D6D" w14:textId="77777777" w:rsidR="00923D7D" w:rsidRPr="00D47CE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1.</w:t>
      </w:r>
      <w:r w:rsidR="00E22FBC" w:rsidRPr="00D47CE1">
        <w:rPr>
          <w:rFonts w:ascii="Corbel" w:hAnsi="Corbel"/>
          <w:sz w:val="24"/>
          <w:szCs w:val="24"/>
        </w:rPr>
        <w:t>1</w:t>
      </w:r>
      <w:r w:rsidRPr="00D47C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47CE1" w14:paraId="7E13DC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01D6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Semestr</w:t>
            </w:r>
          </w:p>
          <w:p w14:paraId="154056AC" w14:textId="77777777" w:rsidR="00015B8F" w:rsidRPr="00D47CE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(</w:t>
            </w:r>
            <w:r w:rsidR="00363F78" w:rsidRPr="00D47CE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B57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4E5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F4A2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ACB8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B55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4BD5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1A2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42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66CE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CE1">
              <w:rPr>
                <w:rFonts w:ascii="Corbel" w:hAnsi="Corbel"/>
                <w:b/>
                <w:szCs w:val="24"/>
              </w:rPr>
              <w:t>Liczba pkt</w:t>
            </w:r>
            <w:r w:rsidR="00B90885" w:rsidRPr="00D47CE1">
              <w:rPr>
                <w:rFonts w:ascii="Corbel" w:hAnsi="Corbel"/>
                <w:b/>
                <w:szCs w:val="24"/>
              </w:rPr>
              <w:t>.</w:t>
            </w:r>
            <w:r w:rsidRPr="00D47C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47CE1" w14:paraId="4C1DC17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C78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9070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DEF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B87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AE67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AB5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0CA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4947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E90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BEC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672E" w:rsidRPr="00D47CE1" w14:paraId="287637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36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EAC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FAF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353D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5EFF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1D99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62E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10F6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98A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8FC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295DF5" w14:textId="77777777" w:rsidR="0075135E" w:rsidRPr="00D47CE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006611D" w14:textId="77777777" w:rsidR="0085747A" w:rsidRPr="00D47C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1.</w:t>
      </w:r>
      <w:r w:rsidR="00E22FBC" w:rsidRPr="00D47CE1">
        <w:rPr>
          <w:rFonts w:ascii="Corbel" w:hAnsi="Corbel"/>
          <w:smallCaps w:val="0"/>
          <w:szCs w:val="24"/>
        </w:rPr>
        <w:t>2</w:t>
      </w:r>
      <w:r w:rsidR="00F83B28" w:rsidRPr="00D47CE1">
        <w:rPr>
          <w:rFonts w:ascii="Corbel" w:hAnsi="Corbel"/>
          <w:smallCaps w:val="0"/>
          <w:szCs w:val="24"/>
        </w:rPr>
        <w:t>.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 xml:space="preserve">Sposób realizacji zajęć  </w:t>
      </w:r>
    </w:p>
    <w:p w14:paraId="0FC85899" w14:textId="77777777" w:rsidR="00680726" w:rsidRPr="00D47CE1" w:rsidRDefault="00680726" w:rsidP="0068072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eastAsia="MS Gothic" w:hAnsi="Corbel"/>
          <w:b w:val="0"/>
          <w:szCs w:val="24"/>
        </w:rPr>
        <w:sym w:font="Wingdings 2" w:char="0054"/>
      </w:r>
      <w:r w:rsidRPr="00D47C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3FBAEDE" w14:textId="77777777" w:rsidR="0085747A" w:rsidRPr="00D47C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MS Gothic" w:eastAsia="MS Gothic" w:hAnsi="MS Gothic" w:cs="MS Gothic" w:hint="eastAsia"/>
          <w:b w:val="0"/>
          <w:szCs w:val="24"/>
        </w:rPr>
        <w:t>☐</w:t>
      </w:r>
      <w:r w:rsidRPr="00D47C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02E25" w14:textId="77777777" w:rsidR="0085747A" w:rsidRPr="00D47CE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A70B44" w14:textId="77777777" w:rsidR="00B62055" w:rsidRPr="00D47CE1" w:rsidRDefault="00E22FBC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1.3 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>For</w:t>
      </w:r>
      <w:r w:rsidR="00445970" w:rsidRPr="00D47CE1">
        <w:rPr>
          <w:rFonts w:ascii="Corbel" w:hAnsi="Corbel"/>
          <w:smallCaps w:val="0"/>
          <w:szCs w:val="24"/>
        </w:rPr>
        <w:t xml:space="preserve">ma zaliczenia przedmiotu </w:t>
      </w:r>
      <w:r w:rsidR="00680726" w:rsidRPr="00D47CE1">
        <w:rPr>
          <w:rFonts w:ascii="Corbel" w:hAnsi="Corbel"/>
          <w:smallCaps w:val="0"/>
          <w:szCs w:val="24"/>
        </w:rPr>
        <w:t xml:space="preserve"> (z toku)</w:t>
      </w:r>
    </w:p>
    <w:p w14:paraId="6667FE73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b w:val="0"/>
          <w:smallCaps w:val="0"/>
          <w:szCs w:val="24"/>
        </w:rPr>
        <w:t>zaliczenie z oceną</w:t>
      </w:r>
    </w:p>
    <w:p w14:paraId="3E997E4F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18F7232" w14:textId="77777777" w:rsidR="00E960BB" w:rsidRPr="00D47CE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7F0A3088" w14:textId="77777777" w:rsidTr="00745302">
        <w:tc>
          <w:tcPr>
            <w:tcW w:w="9670" w:type="dxa"/>
          </w:tcPr>
          <w:p w14:paraId="171CA54F" w14:textId="77777777" w:rsidR="0002440A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D7DEC" w:rsidRPr="00D47CE1">
              <w:rPr>
                <w:rFonts w:ascii="Corbel" w:hAnsi="Corbel"/>
                <w:b w:val="0"/>
                <w:smallCaps w:val="0"/>
                <w:szCs w:val="24"/>
              </w:rPr>
              <w:t>zaliczenie przedmiotów realizowanyc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>h w  toku studiów (semestr V</w:t>
            </w:r>
            <w:r w:rsidR="000E44AB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VI;</w:t>
            </w:r>
          </w:p>
          <w:p w14:paraId="40FE8391" w14:textId="77777777" w:rsidR="00A14CC0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>tr VI)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VII;</w:t>
            </w:r>
          </w:p>
        </w:tc>
      </w:tr>
    </w:tbl>
    <w:p w14:paraId="44F4CFF6" w14:textId="77777777" w:rsidR="00153C41" w:rsidRPr="00D47CE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DAE243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>3.</w:t>
      </w:r>
      <w:r w:rsidR="0085747A" w:rsidRPr="00D47CE1">
        <w:rPr>
          <w:rFonts w:ascii="Corbel" w:hAnsi="Corbel"/>
          <w:szCs w:val="24"/>
        </w:rPr>
        <w:t xml:space="preserve"> </w:t>
      </w:r>
      <w:r w:rsidR="00A84C85" w:rsidRPr="00D47CE1">
        <w:rPr>
          <w:rFonts w:ascii="Corbel" w:hAnsi="Corbel"/>
          <w:szCs w:val="24"/>
        </w:rPr>
        <w:t>cele, efekty uczenia się</w:t>
      </w:r>
      <w:r w:rsidR="0085747A" w:rsidRPr="00D47CE1">
        <w:rPr>
          <w:rFonts w:ascii="Corbel" w:hAnsi="Corbel"/>
          <w:szCs w:val="24"/>
        </w:rPr>
        <w:t xml:space="preserve"> , treści Programowe i stosowane metody Dydaktyczne</w:t>
      </w:r>
    </w:p>
    <w:p w14:paraId="2E2712A3" w14:textId="77777777" w:rsidR="002549B9" w:rsidRPr="00D47CE1" w:rsidRDefault="002549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02B914" w14:textId="77777777" w:rsidR="00FD3891" w:rsidRPr="00D47CE1" w:rsidRDefault="0071620A" w:rsidP="003C18DD">
      <w:pPr>
        <w:pStyle w:val="Podpunkty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3.1 </w:t>
      </w:r>
      <w:r w:rsidR="00C05F44" w:rsidRPr="00D47CE1">
        <w:rPr>
          <w:rFonts w:ascii="Corbel" w:hAnsi="Corbel"/>
          <w:sz w:val="24"/>
          <w:szCs w:val="24"/>
        </w:rPr>
        <w:t>Cele przedmiotu</w:t>
      </w:r>
    </w:p>
    <w:p w14:paraId="7F830123" w14:textId="77777777" w:rsidR="00FD3891" w:rsidRPr="00D47CE1" w:rsidRDefault="00FD389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47CE1" w14:paraId="607346EB" w14:textId="77777777" w:rsidTr="00614BD2">
        <w:tc>
          <w:tcPr>
            <w:tcW w:w="851" w:type="dxa"/>
            <w:vAlign w:val="center"/>
          </w:tcPr>
          <w:p w14:paraId="5FCFA9DA" w14:textId="77777777" w:rsidR="00614BD2" w:rsidRPr="00D47CE1" w:rsidRDefault="00614BD2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CB40010" w14:textId="77777777" w:rsidR="00614BD2" w:rsidRPr="00D47CE1" w:rsidRDefault="00DC03E6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środowiska przedszkola i szkoły,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 xml:space="preserve">w tym działania edukacyjne, terapeutyczne i opiekuńczo - 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wychowawcze, dokumenty prawne i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>organizacyjne instytucji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 oraz zasady bezpieczeństwa.</w:t>
            </w:r>
          </w:p>
        </w:tc>
      </w:tr>
      <w:tr w:rsidR="000E44AB" w:rsidRPr="00D47CE1" w14:paraId="4CB75588" w14:textId="77777777" w:rsidTr="00614BD2">
        <w:tc>
          <w:tcPr>
            <w:tcW w:w="851" w:type="dxa"/>
            <w:vAlign w:val="center"/>
          </w:tcPr>
          <w:p w14:paraId="41748ECC" w14:textId="77777777" w:rsidR="000E44AB" w:rsidRPr="00D47CE1" w:rsidRDefault="000E44AB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6F164" w14:textId="77777777" w:rsidR="000E44AB" w:rsidRPr="00D47CE1" w:rsidRDefault="000E44AB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i praktykami działań włączających</w:t>
            </w:r>
            <w:r w:rsidR="00A14CC0" w:rsidRPr="00D47CE1">
              <w:rPr>
                <w:rFonts w:ascii="Corbel" w:hAnsi="Corbel"/>
                <w:b w:val="0"/>
                <w:sz w:val="24"/>
                <w:szCs w:val="24"/>
              </w:rPr>
              <w:t xml:space="preserve"> dzieci i uczniów ze specjalnymi potrzebami edukacyjnymi</w:t>
            </w:r>
            <w:r w:rsidR="00893142" w:rsidRPr="00D47CE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D47CE1" w14:paraId="036BBE8A" w14:textId="77777777" w:rsidTr="00614BD2">
        <w:tc>
          <w:tcPr>
            <w:tcW w:w="851" w:type="dxa"/>
            <w:vAlign w:val="center"/>
          </w:tcPr>
          <w:p w14:paraId="305911D5" w14:textId="77777777" w:rsidR="00614BD2" w:rsidRPr="00D47CE1" w:rsidRDefault="00614BD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</w:t>
            </w:r>
            <w:r w:rsidR="000E44AB" w:rsidRPr="00D47CE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40DE088" w14:textId="77777777" w:rsidR="00614BD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 xml:space="preserve">Zapoznanie studentów z zadaniami kadry pedagogicznej, w tym </w:t>
            </w:r>
            <w:r w:rsidR="002752A4" w:rsidRPr="00D47CE1">
              <w:rPr>
                <w:rFonts w:ascii="Corbel" w:hAnsi="Corbel"/>
              </w:rPr>
              <w:t xml:space="preserve">zatrudnionych </w:t>
            </w:r>
            <w:r w:rsidRPr="00D47CE1">
              <w:rPr>
                <w:rFonts w:ascii="Corbel" w:hAnsi="Corbel"/>
              </w:rPr>
              <w:t>specjalistów</w:t>
            </w:r>
          </w:p>
        </w:tc>
      </w:tr>
      <w:tr w:rsidR="00893142" w:rsidRPr="00D47CE1" w14:paraId="72E50B55" w14:textId="77777777" w:rsidTr="00614BD2">
        <w:tc>
          <w:tcPr>
            <w:tcW w:w="851" w:type="dxa"/>
            <w:vAlign w:val="center"/>
          </w:tcPr>
          <w:p w14:paraId="577974A5" w14:textId="77777777" w:rsidR="00893142" w:rsidRPr="00D47CE1" w:rsidRDefault="0089314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7CC6D7" w14:textId="77777777" w:rsidR="0089314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>Uwrażliwienie studentów na potrzeby dzieci i uczniów</w:t>
            </w:r>
            <w:r w:rsidR="00A14CC0" w:rsidRPr="00D47CE1">
              <w:rPr>
                <w:rFonts w:ascii="Corbel" w:hAnsi="Corbel"/>
              </w:rPr>
              <w:t xml:space="preserve"> w grupach zróżnicowanych.</w:t>
            </w:r>
          </w:p>
        </w:tc>
      </w:tr>
    </w:tbl>
    <w:p w14:paraId="57F0A4ED" w14:textId="77777777" w:rsidR="00F3607C" w:rsidRPr="00D47CE1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40B6A" w14:textId="77777777" w:rsidR="001D7B54" w:rsidRPr="00D47CE1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3.2 </w:t>
      </w:r>
      <w:r w:rsidR="001D7B54" w:rsidRPr="00D47CE1">
        <w:rPr>
          <w:rFonts w:ascii="Corbel" w:hAnsi="Corbel"/>
          <w:b/>
          <w:sz w:val="24"/>
          <w:szCs w:val="24"/>
        </w:rPr>
        <w:t xml:space="preserve">Efekty </w:t>
      </w:r>
      <w:r w:rsidR="00C05F44" w:rsidRPr="00D47CE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7CE1">
        <w:rPr>
          <w:rFonts w:ascii="Corbel" w:hAnsi="Corbel"/>
          <w:b/>
          <w:sz w:val="24"/>
          <w:szCs w:val="24"/>
        </w:rPr>
        <w:t>dla p</w:t>
      </w:r>
      <w:r w:rsidR="00D46A49" w:rsidRPr="00D47CE1">
        <w:rPr>
          <w:rFonts w:ascii="Corbel" w:hAnsi="Corbel"/>
          <w:b/>
          <w:sz w:val="24"/>
          <w:szCs w:val="24"/>
        </w:rPr>
        <w:t xml:space="preserve">odczas </w:t>
      </w:r>
      <w:r w:rsidR="004A0541" w:rsidRPr="00D47CE1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D47CE1" w14:paraId="66726D18" w14:textId="77777777" w:rsidTr="00465EB9">
        <w:trPr>
          <w:jc w:val="center"/>
        </w:trPr>
        <w:tc>
          <w:tcPr>
            <w:tcW w:w="1694" w:type="dxa"/>
            <w:vAlign w:val="center"/>
          </w:tcPr>
          <w:p w14:paraId="3E66A9E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3" w:type="dxa"/>
            <w:vAlign w:val="center"/>
          </w:tcPr>
          <w:p w14:paraId="0390552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14:paraId="531EFA3A" w14:textId="77777777" w:rsidR="0085747A" w:rsidRPr="00D47CE1" w:rsidRDefault="0085747A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szczegółowych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efektów 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7C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0726" w:rsidRPr="00D47CE1" w14:paraId="48699FA0" w14:textId="77777777" w:rsidTr="00465EB9">
        <w:trPr>
          <w:jc w:val="center"/>
        </w:trPr>
        <w:tc>
          <w:tcPr>
            <w:tcW w:w="1694" w:type="dxa"/>
            <w:vAlign w:val="center"/>
          </w:tcPr>
          <w:p w14:paraId="4ED00C62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3" w:type="dxa"/>
            <w:vAlign w:val="center"/>
          </w:tcPr>
          <w:p w14:paraId="1E77DD33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1" w:type="dxa"/>
            <w:vAlign w:val="center"/>
          </w:tcPr>
          <w:p w14:paraId="776DBFF2" w14:textId="77777777" w:rsidR="00680726" w:rsidRPr="00D47CE1" w:rsidRDefault="00680726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47CE1" w14:paraId="70F86880" w14:textId="77777777" w:rsidTr="00680726">
        <w:trPr>
          <w:trHeight w:val="1553"/>
          <w:jc w:val="center"/>
        </w:trPr>
        <w:tc>
          <w:tcPr>
            <w:tcW w:w="1694" w:type="dxa"/>
            <w:vAlign w:val="center"/>
          </w:tcPr>
          <w:p w14:paraId="171D8895" w14:textId="77777777" w:rsidR="00AA0E4C" w:rsidRPr="00D47CE1" w:rsidRDefault="00AA0E4C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3" w:type="dxa"/>
          </w:tcPr>
          <w:p w14:paraId="630D6C3B" w14:textId="77777777" w:rsidR="00AA0E4C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przedszkola, szkoły lub placówki systemu oświaty, w której jest realizowana praktyka, w szczególności działania edukacyjne, terapeutyczne i opiekuńczo- -wychowawcze, organizację pracy, zakresy zadań pracowników, uczestników procesów pedagogicznych oraz rodzaj prowadzonej dokumentacji;</w:t>
            </w:r>
          </w:p>
        </w:tc>
        <w:tc>
          <w:tcPr>
            <w:tcW w:w="1871" w:type="dxa"/>
            <w:vAlign w:val="center"/>
          </w:tcPr>
          <w:p w14:paraId="14FE04CE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700AFF7E" w14:textId="77777777" w:rsidR="00AA0E4C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.W1.</w:t>
            </w:r>
          </w:p>
        </w:tc>
      </w:tr>
      <w:tr w:rsidR="00576924" w:rsidRPr="00D47CE1" w14:paraId="632A3F50" w14:textId="77777777" w:rsidTr="00680726">
        <w:trPr>
          <w:trHeight w:val="445"/>
          <w:jc w:val="center"/>
        </w:trPr>
        <w:tc>
          <w:tcPr>
            <w:tcW w:w="1694" w:type="dxa"/>
            <w:vAlign w:val="center"/>
          </w:tcPr>
          <w:p w14:paraId="04CDEDB7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3" w:type="dxa"/>
          </w:tcPr>
          <w:p w14:paraId="6B2538A7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edukacji włączającej dzieci i uczniów ze specjalnymi potrzebami edukacyjnymi;</w:t>
            </w:r>
          </w:p>
        </w:tc>
        <w:tc>
          <w:tcPr>
            <w:tcW w:w="1871" w:type="dxa"/>
            <w:vAlign w:val="center"/>
          </w:tcPr>
          <w:p w14:paraId="0DFB6132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PS.W9.</w:t>
            </w:r>
          </w:p>
          <w:p w14:paraId="7FCC7ED2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.W2.</w:t>
            </w:r>
          </w:p>
        </w:tc>
      </w:tr>
      <w:tr w:rsidR="00576924" w:rsidRPr="00D47CE1" w14:paraId="52A6E65C" w14:textId="77777777" w:rsidTr="00680726">
        <w:trPr>
          <w:trHeight w:val="556"/>
          <w:jc w:val="center"/>
        </w:trPr>
        <w:tc>
          <w:tcPr>
            <w:tcW w:w="1694" w:type="dxa"/>
            <w:vAlign w:val="center"/>
          </w:tcPr>
          <w:p w14:paraId="66CBD82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3" w:type="dxa"/>
          </w:tcPr>
          <w:p w14:paraId="3530F058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zasady zapewniania bezpieczeństwa dzieciom w przedszkolu i uczniom w szkole lub placówce systemu oświaty i poza nimi</w:t>
            </w:r>
          </w:p>
        </w:tc>
        <w:tc>
          <w:tcPr>
            <w:tcW w:w="1871" w:type="dxa"/>
            <w:vAlign w:val="center"/>
          </w:tcPr>
          <w:p w14:paraId="31812A13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4337E70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.W3.</w:t>
            </w:r>
          </w:p>
        </w:tc>
      </w:tr>
      <w:tr w:rsidR="00576924" w:rsidRPr="00D47CE1" w14:paraId="46D94610" w14:textId="77777777" w:rsidTr="00680726">
        <w:trPr>
          <w:trHeight w:val="1050"/>
          <w:jc w:val="center"/>
        </w:trPr>
        <w:tc>
          <w:tcPr>
            <w:tcW w:w="1694" w:type="dxa"/>
            <w:vAlign w:val="center"/>
          </w:tcPr>
          <w:p w14:paraId="67E04A0F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3" w:type="dxa"/>
          </w:tcPr>
          <w:p w14:paraId="22861E35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Zaobserwuje i zanalizuje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funkcjonowanie dziecka i ucznia ze specjalnymi potrzebami edukacyjnymi i nauczyciela w przedszkolu, szkole lub placówce systemu oświaty;</w:t>
            </w:r>
          </w:p>
        </w:tc>
        <w:tc>
          <w:tcPr>
            <w:tcW w:w="1871" w:type="dxa"/>
            <w:vAlign w:val="center"/>
          </w:tcPr>
          <w:p w14:paraId="0E419B4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PS.U4.</w:t>
            </w:r>
          </w:p>
          <w:p w14:paraId="05EF3D07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PS.U7.</w:t>
            </w:r>
          </w:p>
          <w:p w14:paraId="4604F289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D.6.U1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6924" w:rsidRPr="00D47CE1" w14:paraId="051372D6" w14:textId="77777777" w:rsidTr="000D362A">
        <w:trPr>
          <w:trHeight w:val="745"/>
          <w:jc w:val="center"/>
        </w:trPr>
        <w:tc>
          <w:tcPr>
            <w:tcW w:w="1694" w:type="dxa"/>
            <w:vAlign w:val="center"/>
          </w:tcPr>
          <w:p w14:paraId="1861BAEB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3" w:type="dxa"/>
          </w:tcPr>
          <w:p w14:paraId="784C7A72" w14:textId="77777777" w:rsidR="001921F8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Dokona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analizy i interpretacji zaobserwowanych lub doświadczonych sytuacji i zdarzeń pedagogicznych.</w:t>
            </w:r>
          </w:p>
        </w:tc>
        <w:tc>
          <w:tcPr>
            <w:tcW w:w="1871" w:type="dxa"/>
            <w:vAlign w:val="center"/>
          </w:tcPr>
          <w:p w14:paraId="290266A5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PS.U8.</w:t>
            </w:r>
          </w:p>
          <w:p w14:paraId="5C288BE6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PS.U10</w:t>
            </w:r>
          </w:p>
          <w:p w14:paraId="1A8BED1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D.6.U2.</w:t>
            </w:r>
          </w:p>
        </w:tc>
      </w:tr>
      <w:tr w:rsidR="00576924" w:rsidRPr="00D47CE1" w14:paraId="58AB263D" w14:textId="77777777" w:rsidTr="00680726">
        <w:trPr>
          <w:trHeight w:val="653"/>
          <w:jc w:val="center"/>
        </w:trPr>
        <w:tc>
          <w:tcPr>
            <w:tcW w:w="1694" w:type="dxa"/>
            <w:vAlign w:val="center"/>
          </w:tcPr>
          <w:p w14:paraId="5629294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3" w:type="dxa"/>
          </w:tcPr>
          <w:p w14:paraId="0422333C" w14:textId="77777777" w:rsidR="00576924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Rozumie potrzebę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skutecznego współdziałania z opiekunem praktyk zawodowych oraz z nauczycielami w celu poszerzania swojej wiedzy</w:t>
            </w:r>
          </w:p>
        </w:tc>
        <w:tc>
          <w:tcPr>
            <w:tcW w:w="1871" w:type="dxa"/>
            <w:vAlign w:val="center"/>
          </w:tcPr>
          <w:p w14:paraId="2F144A7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PS.K3.</w:t>
            </w:r>
          </w:p>
          <w:p w14:paraId="387A27AD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PS.K7.</w:t>
            </w:r>
          </w:p>
          <w:p w14:paraId="4150ED44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D.6.K1.</w:t>
            </w:r>
          </w:p>
        </w:tc>
      </w:tr>
    </w:tbl>
    <w:p w14:paraId="38E6D883" w14:textId="77777777" w:rsidR="002E6CB7" w:rsidRPr="00D47CE1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0CF814" w14:textId="77777777" w:rsidR="000C4C8A" w:rsidRPr="00D47C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>3.3</w:t>
      </w:r>
      <w:r w:rsidR="001D7B54" w:rsidRPr="00D47CE1">
        <w:rPr>
          <w:rFonts w:ascii="Corbel" w:hAnsi="Corbel"/>
          <w:b/>
          <w:sz w:val="24"/>
          <w:szCs w:val="24"/>
        </w:rPr>
        <w:t xml:space="preserve"> </w:t>
      </w:r>
      <w:r w:rsidR="0085747A" w:rsidRPr="00D47CE1">
        <w:rPr>
          <w:rFonts w:ascii="Corbel" w:hAnsi="Corbel"/>
          <w:b/>
          <w:sz w:val="24"/>
          <w:szCs w:val="24"/>
        </w:rPr>
        <w:t>T</w:t>
      </w:r>
      <w:r w:rsidR="001D7B54" w:rsidRPr="00D47CE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7CE1">
        <w:rPr>
          <w:rFonts w:ascii="Corbel" w:hAnsi="Corbel"/>
          <w:sz w:val="24"/>
          <w:szCs w:val="24"/>
        </w:rPr>
        <w:t xml:space="preserve">  </w:t>
      </w:r>
    </w:p>
    <w:p w14:paraId="0B95CC9E" w14:textId="77777777" w:rsidR="00680726" w:rsidRPr="00D47CE1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Problematyka wykładu </w:t>
      </w:r>
    </w:p>
    <w:p w14:paraId="0CD78977" w14:textId="77777777" w:rsidR="003E4196" w:rsidRPr="00D47CE1" w:rsidRDefault="002F7DBD" w:rsidP="006807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nie dotyczy</w:t>
      </w:r>
    </w:p>
    <w:p w14:paraId="43C15952" w14:textId="77777777" w:rsidR="003C18DD" w:rsidRPr="00D47CE1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B8C7661" w14:textId="77777777" w:rsidR="002549B9" w:rsidRPr="00D47CE1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Prob</w:t>
      </w:r>
      <w:r w:rsidR="002549B9" w:rsidRPr="00D47CE1">
        <w:rPr>
          <w:rFonts w:ascii="Corbel" w:hAnsi="Corbel"/>
          <w:sz w:val="24"/>
          <w:szCs w:val="24"/>
        </w:rPr>
        <w:t xml:space="preserve">lematyka </w:t>
      </w:r>
      <w:r w:rsidR="003C18DD" w:rsidRPr="00D47CE1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47CE1" w14:paraId="350CB791" w14:textId="77777777" w:rsidTr="00923D7D">
        <w:tc>
          <w:tcPr>
            <w:tcW w:w="9639" w:type="dxa"/>
          </w:tcPr>
          <w:p w14:paraId="06A64E0B" w14:textId="77777777" w:rsidR="0085747A" w:rsidRPr="00D47CE1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  <w:r w:rsidR="00680726" w:rsidRPr="00D47CE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C1098" w:rsidRPr="00D47CE1" w14:paraId="28525412" w14:textId="77777777" w:rsidTr="00923D7D">
        <w:tc>
          <w:tcPr>
            <w:tcW w:w="9639" w:type="dxa"/>
          </w:tcPr>
          <w:p w14:paraId="43EAF8A9" w14:textId="77777777" w:rsidR="00FC1098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podstaw prawa oświatowego dotyczące organizacji i zadań przedszkola, szkoły</w:t>
            </w:r>
          </w:p>
        </w:tc>
      </w:tr>
      <w:tr w:rsidR="00DD1705" w:rsidRPr="00D47CE1" w14:paraId="59C41B55" w14:textId="77777777" w:rsidTr="00923D7D">
        <w:tc>
          <w:tcPr>
            <w:tcW w:w="9639" w:type="dxa"/>
          </w:tcPr>
          <w:p w14:paraId="797006DC" w14:textId="77777777" w:rsidR="00DD1705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strukturą organizacyjn</w:t>
            </w:r>
            <w:r w:rsidR="00D059FD" w:rsidRPr="00D47CE1">
              <w:rPr>
                <w:rFonts w:ascii="Corbel" w:hAnsi="Corbel"/>
                <w:sz w:val="24"/>
                <w:szCs w:val="24"/>
              </w:rPr>
              <w:t>ą przedszkola i szkoły, w tym z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>regulującymi funkcjonowanie placówki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1098" w:rsidRPr="00D47CE1" w14:paraId="2B436B9E" w14:textId="77777777" w:rsidTr="00923D7D">
        <w:tc>
          <w:tcPr>
            <w:tcW w:w="9639" w:type="dxa"/>
          </w:tcPr>
          <w:p w14:paraId="53597DFE" w14:textId="77777777" w:rsidR="00FC1098" w:rsidRPr="00D47CE1" w:rsidRDefault="00BC03CB" w:rsidP="00EF080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specyfiką pracy nauczycieli, w tym zatrudnionych specjalistów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E03" w:rsidRPr="00D47CE1" w14:paraId="71A179E3" w14:textId="77777777" w:rsidTr="00923D7D">
        <w:tc>
          <w:tcPr>
            <w:tcW w:w="9639" w:type="dxa"/>
          </w:tcPr>
          <w:p w14:paraId="548446EB" w14:textId="77777777" w:rsidR="00765E03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działań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edukacyjnych,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terapeutycznych, </w:t>
            </w:r>
            <w:r w:rsidRPr="00D47CE1">
              <w:rPr>
                <w:rFonts w:ascii="Corbel" w:hAnsi="Corbel"/>
                <w:sz w:val="24"/>
                <w:szCs w:val="24"/>
              </w:rPr>
              <w:t>opiekuńczo-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wychowawczych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218E" w:rsidRPr="00D47CE1" w14:paraId="2A4EEE1D" w14:textId="77777777" w:rsidTr="00923D7D">
        <w:tc>
          <w:tcPr>
            <w:tcW w:w="9639" w:type="dxa"/>
          </w:tcPr>
          <w:p w14:paraId="5ACDF578" w14:textId="77777777" w:rsidR="00C0218E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metodyki pracy w grupach zróżnicowanych.</w:t>
            </w:r>
          </w:p>
        </w:tc>
      </w:tr>
      <w:tr w:rsidR="00D336FE" w:rsidRPr="00D47CE1" w14:paraId="08C6927B" w14:textId="77777777" w:rsidTr="00923D7D">
        <w:tc>
          <w:tcPr>
            <w:tcW w:w="9639" w:type="dxa"/>
          </w:tcPr>
          <w:p w14:paraId="31118921" w14:textId="77777777" w:rsidR="00D336FE" w:rsidRPr="00D47CE1" w:rsidRDefault="00D059FD" w:rsidP="00EF08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zasad bezpieczeństwa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placówki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EE1E0EB" w14:textId="77777777" w:rsidTr="00923D7D">
        <w:tc>
          <w:tcPr>
            <w:tcW w:w="9639" w:type="dxa"/>
          </w:tcPr>
          <w:p w14:paraId="44EE23D8" w14:textId="77777777" w:rsidR="00D336FE" w:rsidRPr="00D47CE1" w:rsidRDefault="007B33D9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Obserw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acja funkcjonowania dzieci i </w:t>
            </w:r>
            <w:r w:rsidRPr="00D47CE1">
              <w:rPr>
                <w:rFonts w:ascii="Corbel" w:hAnsi="Corbel"/>
                <w:sz w:val="24"/>
                <w:szCs w:val="24"/>
              </w:rPr>
              <w:t>uczniów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w grupie i klasie, w tym dzieci i uczniów ze specjalnymi potrzebami edukacyjnymi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1098" w:rsidRPr="00D47CE1" w14:paraId="25085A0C" w14:textId="77777777" w:rsidTr="00923D7D">
        <w:tc>
          <w:tcPr>
            <w:tcW w:w="9639" w:type="dxa"/>
          </w:tcPr>
          <w:p w14:paraId="3A7E9434" w14:textId="77777777" w:rsidR="00FC1098" w:rsidRPr="00D47CE1" w:rsidRDefault="00C0218E" w:rsidP="00EF0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Analiza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zaobserwowanych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zdarzeń, sytuacji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 xml:space="preserve"> oraz próba 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>interpreta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>cji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B5CC420" w14:textId="77777777" w:rsidTr="00923D7D">
        <w:tc>
          <w:tcPr>
            <w:tcW w:w="9639" w:type="dxa"/>
          </w:tcPr>
          <w:p w14:paraId="4C7338F4" w14:textId="77777777" w:rsidR="00D336FE" w:rsidRPr="00D47CE1" w:rsidRDefault="003721AF" w:rsidP="00EF080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DCF783" w14:textId="77777777" w:rsidR="00423C2A" w:rsidRPr="00D47CE1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10280B" w14:textId="77777777" w:rsidR="00D059FD" w:rsidRPr="00D47CE1" w:rsidRDefault="00D059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DD0477" w14:textId="77777777" w:rsidR="0085747A" w:rsidRPr="00D47CE1" w:rsidRDefault="009F4610" w:rsidP="006807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3.4 Metody dydaktyczne</w:t>
      </w:r>
      <w:r w:rsidRPr="00D47CE1">
        <w:rPr>
          <w:rFonts w:ascii="Corbel" w:hAnsi="Corbel"/>
          <w:b w:val="0"/>
          <w:smallCaps w:val="0"/>
          <w:szCs w:val="24"/>
        </w:rPr>
        <w:t xml:space="preserve"> </w:t>
      </w:r>
    </w:p>
    <w:p w14:paraId="5001143C" w14:textId="77777777" w:rsidR="00811B74" w:rsidRPr="00D47CE1" w:rsidRDefault="00680726" w:rsidP="00811B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i/>
          <w:smallCaps w:val="0"/>
          <w:szCs w:val="24"/>
        </w:rPr>
        <w:tab/>
      </w:r>
      <w:r w:rsidR="003721AF" w:rsidRPr="00D47CE1">
        <w:rPr>
          <w:rFonts w:ascii="Corbel" w:hAnsi="Corbel"/>
          <w:b w:val="0"/>
          <w:smallCaps w:val="0"/>
          <w:szCs w:val="24"/>
        </w:rPr>
        <w:t xml:space="preserve">zajęcia praktyczne </w:t>
      </w:r>
    </w:p>
    <w:p w14:paraId="547214D1" w14:textId="77777777" w:rsidR="00E960BB" w:rsidRPr="00D47C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9579A8" w14:textId="77777777" w:rsidR="0085747A" w:rsidRPr="00D47CE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 </w:t>
      </w:r>
      <w:r w:rsidR="0085747A" w:rsidRPr="00D47CE1">
        <w:rPr>
          <w:rFonts w:ascii="Corbel" w:hAnsi="Corbel"/>
          <w:smallCaps w:val="0"/>
          <w:szCs w:val="24"/>
        </w:rPr>
        <w:t>METODY I KRYTERIA OCENY</w:t>
      </w:r>
      <w:r w:rsidR="009F4610" w:rsidRPr="00D47CE1">
        <w:rPr>
          <w:rFonts w:ascii="Corbel" w:hAnsi="Corbel"/>
          <w:smallCaps w:val="0"/>
          <w:szCs w:val="24"/>
        </w:rPr>
        <w:t xml:space="preserve"> </w:t>
      </w:r>
    </w:p>
    <w:p w14:paraId="7C68F2CD" w14:textId="77777777" w:rsidR="00923D7D" w:rsidRPr="00D47CE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79B55" w14:textId="77777777" w:rsidR="0085747A" w:rsidRPr="00D47CE1" w:rsidRDefault="0085747A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CE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245"/>
        <w:gridCol w:w="2687"/>
      </w:tblGrid>
      <w:tr w:rsidR="0085747A" w:rsidRPr="00D47CE1" w14:paraId="0765D5B5" w14:textId="77777777" w:rsidTr="0082138F">
        <w:tc>
          <w:tcPr>
            <w:tcW w:w="1588" w:type="dxa"/>
            <w:vAlign w:val="center"/>
          </w:tcPr>
          <w:p w14:paraId="2D4EE545" w14:textId="77777777" w:rsidR="0085747A" w:rsidRPr="00D47CE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6BE564B" w14:textId="77777777" w:rsidR="0085747A" w:rsidRPr="00D47CE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F014700" w14:textId="77777777" w:rsidR="0085747A" w:rsidRPr="00D47CE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47CE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87" w:type="dxa"/>
            <w:vAlign w:val="center"/>
          </w:tcPr>
          <w:p w14:paraId="3F0D96FA" w14:textId="77777777" w:rsidR="0085747A" w:rsidRPr="00D47CE1" w:rsidRDefault="0085747A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0726" w:rsidRPr="00D47CE1" w14:paraId="11471A5C" w14:textId="77777777" w:rsidTr="00680726">
        <w:tc>
          <w:tcPr>
            <w:tcW w:w="1588" w:type="dxa"/>
            <w:vAlign w:val="center"/>
          </w:tcPr>
          <w:p w14:paraId="68C42EE8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45" w:type="dxa"/>
          </w:tcPr>
          <w:p w14:paraId="4948764A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7BEEBFF5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09A05E9" w14:textId="77777777" w:rsidTr="00680726">
        <w:tc>
          <w:tcPr>
            <w:tcW w:w="1588" w:type="dxa"/>
            <w:vAlign w:val="center"/>
          </w:tcPr>
          <w:p w14:paraId="6FCAF4BD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81BF52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439830EE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D157046" w14:textId="77777777" w:rsidTr="00680726">
        <w:tc>
          <w:tcPr>
            <w:tcW w:w="1588" w:type="dxa"/>
            <w:vAlign w:val="center"/>
          </w:tcPr>
          <w:p w14:paraId="6FE18140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45" w:type="dxa"/>
          </w:tcPr>
          <w:p w14:paraId="39286AA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5E8FC8C1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140A5358" w14:textId="77777777" w:rsidTr="00680726">
        <w:tc>
          <w:tcPr>
            <w:tcW w:w="1588" w:type="dxa"/>
            <w:vAlign w:val="center"/>
          </w:tcPr>
          <w:p w14:paraId="4A81174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45" w:type="dxa"/>
          </w:tcPr>
          <w:p w14:paraId="5567D810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0BD8B7A8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365E9E9C" w14:textId="77777777" w:rsidTr="00680726">
        <w:tc>
          <w:tcPr>
            <w:tcW w:w="1588" w:type="dxa"/>
            <w:vAlign w:val="center"/>
          </w:tcPr>
          <w:p w14:paraId="6B2C09F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245" w:type="dxa"/>
          </w:tcPr>
          <w:p w14:paraId="138849DD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6E866F09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7B00C99F" w14:textId="77777777" w:rsidTr="00680726">
        <w:tc>
          <w:tcPr>
            <w:tcW w:w="1588" w:type="dxa"/>
            <w:vAlign w:val="center"/>
          </w:tcPr>
          <w:p w14:paraId="66F7A7B4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245" w:type="dxa"/>
          </w:tcPr>
          <w:p w14:paraId="45E986D9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687" w:type="dxa"/>
          </w:tcPr>
          <w:p w14:paraId="2AE7003C" w14:textId="77777777" w:rsidR="00680726" w:rsidRPr="00D47CE1" w:rsidRDefault="00680726" w:rsidP="008213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14:paraId="6843D212" w14:textId="77777777" w:rsidR="002549B9" w:rsidRPr="00D47CE1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DED961" w14:textId="77777777" w:rsidR="00266FBB" w:rsidRPr="00D47CE1" w:rsidRDefault="003E1941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4.2 </w:t>
      </w:r>
      <w:r w:rsidR="0085747A" w:rsidRPr="00D47CE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7CE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6FE2BB9A" w14:textId="77777777" w:rsidTr="00923D7D">
        <w:tc>
          <w:tcPr>
            <w:tcW w:w="9670" w:type="dxa"/>
          </w:tcPr>
          <w:p w14:paraId="5C4613BC" w14:textId="77777777" w:rsidR="00285FFA" w:rsidRPr="00D47CE1" w:rsidRDefault="00EF080B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>ozytywna opinia i ocena dokonana przez opiekuna praktykanta w placówce</w:t>
            </w:r>
            <w:r w:rsidR="00DB5AD9" w:rsidRPr="00D47CE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77007AA" w14:textId="77777777" w:rsidR="003B7BCF" w:rsidRPr="00D47CE1" w:rsidRDefault="00EF080B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z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aliczenie dokonane przez opiekuna praktyk z ramienia uczelni </w:t>
            </w:r>
          </w:p>
        </w:tc>
      </w:tr>
    </w:tbl>
    <w:p w14:paraId="684401A6" w14:textId="77777777" w:rsidR="009949CD" w:rsidRPr="00D47CE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01D24" w14:textId="77777777" w:rsidR="0085747A" w:rsidRPr="00D47CE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7CE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47CE1" w14:paraId="239AA78C" w14:textId="77777777" w:rsidTr="003E1941">
        <w:tc>
          <w:tcPr>
            <w:tcW w:w="4962" w:type="dxa"/>
            <w:vAlign w:val="center"/>
          </w:tcPr>
          <w:p w14:paraId="636AADC4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99212E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7C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7CE1" w14:paraId="2B58675E" w14:textId="77777777" w:rsidTr="00923D7D">
        <w:tc>
          <w:tcPr>
            <w:tcW w:w="4962" w:type="dxa"/>
          </w:tcPr>
          <w:p w14:paraId="7F1A646C" w14:textId="6D9C0740" w:rsidR="0085747A" w:rsidRPr="00D47CE1" w:rsidRDefault="00C61DC5" w:rsidP="00122F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G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7CE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7CE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7CE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8B76C6" w14:textId="77777777" w:rsidR="0085747A" w:rsidRPr="00D47CE1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47CE1" w14:paraId="52872041" w14:textId="77777777" w:rsidTr="00923D7D">
        <w:tc>
          <w:tcPr>
            <w:tcW w:w="4962" w:type="dxa"/>
          </w:tcPr>
          <w:p w14:paraId="79824807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122E4E" w14:textId="77777777" w:rsidR="0085747A" w:rsidRPr="00D47CE1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47CE1" w14:paraId="210E2E1A" w14:textId="77777777" w:rsidTr="00923D7D">
        <w:tc>
          <w:tcPr>
            <w:tcW w:w="4962" w:type="dxa"/>
          </w:tcPr>
          <w:p w14:paraId="24ED471D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CDF3C9" w14:textId="77777777" w:rsidR="0085747A" w:rsidRPr="00D47CE1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80B6B3F" w14:textId="77777777" w:rsidR="00266FBB" w:rsidRPr="00D47CE1" w:rsidRDefault="00923D7D" w:rsidP="006807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7CE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CE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1E148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D47CE1" w:rsidRPr="00D47CE1" w14:paraId="2B4EB2DB" w14:textId="77777777" w:rsidTr="00A83E4D">
        <w:trPr>
          <w:trHeight w:val="397"/>
        </w:trPr>
        <w:tc>
          <w:tcPr>
            <w:tcW w:w="3969" w:type="dxa"/>
          </w:tcPr>
          <w:p w14:paraId="02061AD8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F4092DB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120 godzin</w:t>
            </w:r>
          </w:p>
        </w:tc>
      </w:tr>
      <w:tr w:rsidR="00D47CE1" w:rsidRPr="00D47CE1" w14:paraId="45CECC22" w14:textId="77777777" w:rsidTr="00A83E4D">
        <w:trPr>
          <w:trHeight w:val="397"/>
        </w:trPr>
        <w:tc>
          <w:tcPr>
            <w:tcW w:w="3969" w:type="dxa"/>
          </w:tcPr>
          <w:p w14:paraId="05303721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25BFAFFA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zasady i formy odbywania praktyk reguluje szczegółowy program praktyk</w:t>
            </w:r>
          </w:p>
        </w:tc>
      </w:tr>
    </w:tbl>
    <w:p w14:paraId="297A04AD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122FE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7CE1" w:rsidRPr="00D47CE1" w14:paraId="3E705C24" w14:textId="77777777" w:rsidTr="00A83E4D">
        <w:trPr>
          <w:trHeight w:val="416"/>
        </w:trPr>
        <w:tc>
          <w:tcPr>
            <w:tcW w:w="9747" w:type="dxa"/>
          </w:tcPr>
          <w:p w14:paraId="59C4563B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C2D00CE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Al-Khamisy</w:t>
            </w: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Kształcenie uczniów ze specjalnymi potrzebami edukacyjnymi w powszechnym systemie oświatowym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edukacyjnymi: podręcznik akademicki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 J. Głodkowska, APS, Warszawa 2012.</w:t>
            </w:r>
          </w:p>
          <w:p w14:paraId="4584C3D7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14:paraId="1159E341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Doradca Dyrektora Przedszkola. 2014, nr 2</w:t>
            </w:r>
          </w:p>
          <w:p w14:paraId="406FE76A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Program psychostymulacji dzieci w wieku przedszkolnym z deficytami i zaburzeniami rozwoju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„Impuls”, Kraków 2014</w:t>
            </w:r>
          </w:p>
          <w:p w14:paraId="200DAD32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Style w:val="Pogrubienie"/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Gajdzica Z.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Uczeń z niepełnosprawnością w szkole ogólnodostępnej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Oficyna Wydawnicza "Humanitas". Wyższa Szkoła Humanitas, Sosnowiec 2011</w:t>
            </w:r>
          </w:p>
          <w:p w14:paraId="47BA08EB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Gumienny B.,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Kompetencje nauczycieli w zakresie diagnozowania potrzeb edukacyjnych uczniów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[w:] Kreatywność w edukacji szkolnej. Red. I. Adamek i U. Szuścik, Kraków 2015</w:t>
            </w:r>
          </w:p>
          <w:p w14:paraId="46F4EA39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Plichta P., Jagoszewska I.,i inni,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Charakterystyka, specyfika edukacji i wsparcie</w:t>
            </w:r>
            <w:r w:rsidRPr="00D47CE1">
              <w:rPr>
                <w:rFonts w:ascii="Corbel" w:hAnsi="Corbel"/>
                <w:sz w:val="24"/>
                <w:szCs w:val="24"/>
              </w:rPr>
              <w:t>, „Impuls”, Kraków 2017.</w:t>
            </w:r>
          </w:p>
          <w:p w14:paraId="3CCA7828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Thompson J.,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Specjalne potrzeby edukacyjne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2013</w:t>
            </w:r>
          </w:p>
        </w:tc>
      </w:tr>
      <w:tr w:rsidR="00D47CE1" w:rsidRPr="00D47CE1" w14:paraId="68E597D6" w14:textId="77777777" w:rsidTr="00A83E4D">
        <w:trPr>
          <w:trHeight w:val="397"/>
        </w:trPr>
        <w:tc>
          <w:tcPr>
            <w:tcW w:w="9747" w:type="dxa"/>
          </w:tcPr>
          <w:p w14:paraId="778BA119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B03BFC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Buchnat M., Tylewska-Nowak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Difin, Warszawa 2012</w:t>
            </w:r>
          </w:p>
          <w:p w14:paraId="7DFA0EC8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Gumienny B.,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Sytuacja społeczna uczniów ze specjalnymi potrzebami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 xml:space="preserve"> edukacyjnymi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w klasie szkolnej - doniesienia z badań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Osoba z niepełnosprawnością na ścieżkach życia. Kultura. Społeczeństwo. Terapia. W przestrzeni niepełnosprawności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>. Tom 2, red. J. Godawa, Impuls, Kraków 2017</w:t>
            </w:r>
          </w:p>
          <w:p w14:paraId="7D15FF7F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Kohut D. (red.),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Dziecko o specjalnych potrzebach w kręgu interdyscyplinarnej terapii</w:t>
            </w:r>
            <w:r w:rsidRPr="00D47CE1">
              <w:rPr>
                <w:rFonts w:ascii="Corbel" w:hAnsi="Corbel"/>
                <w:sz w:val="24"/>
                <w:szCs w:val="24"/>
              </w:rPr>
              <w:t>, Kraków 2013</w:t>
            </w:r>
          </w:p>
          <w:p w14:paraId="4FF79A41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Szumski G.,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Edukacja inkluzyjna - geneza, istota, perspektywy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„Kwartalnik Pedagogiczny”. 2006, nr 1 </w:t>
            </w:r>
          </w:p>
        </w:tc>
      </w:tr>
    </w:tbl>
    <w:p w14:paraId="4AFEDFFB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387F6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9E3B1CB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8B93F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936F" w14:textId="77777777" w:rsidR="00D47CE1" w:rsidRPr="00D47CE1" w:rsidRDefault="00D47CE1" w:rsidP="00D47CE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2BFD23C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F0F128" w14:textId="77777777" w:rsidR="00D47CE1" w:rsidRPr="00D47CE1" w:rsidRDefault="00D47CE1" w:rsidP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47CE1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14:paraId="2D606F90" w14:textId="77777777" w:rsidR="000D362A" w:rsidRPr="00D47CE1" w:rsidRDefault="000D362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D362A" w:rsidRPr="00D47CE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7A4AD98" w14:textId="77777777" w:rsidR="00D47CE1" w:rsidRPr="00D47CE1" w:rsidRDefault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</w:p>
    <w:sectPr w:rsidR="00D47CE1" w:rsidRPr="00D47C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E9809" w14:textId="77777777" w:rsidR="00C5195C" w:rsidRDefault="00C5195C" w:rsidP="00C16ABF">
      <w:pPr>
        <w:spacing w:after="0" w:line="240" w:lineRule="auto"/>
      </w:pPr>
      <w:r>
        <w:separator/>
      </w:r>
    </w:p>
  </w:endnote>
  <w:endnote w:type="continuationSeparator" w:id="0">
    <w:p w14:paraId="1842C7D5" w14:textId="77777777" w:rsidR="00C5195C" w:rsidRDefault="00C519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B17F2" w14:textId="77777777" w:rsidR="00C5195C" w:rsidRDefault="00C5195C" w:rsidP="00C16ABF">
      <w:pPr>
        <w:spacing w:after="0" w:line="240" w:lineRule="auto"/>
      </w:pPr>
      <w:r>
        <w:separator/>
      </w:r>
    </w:p>
  </w:footnote>
  <w:footnote w:type="continuationSeparator" w:id="0">
    <w:p w14:paraId="24F1AEE0" w14:textId="77777777" w:rsidR="00C5195C" w:rsidRDefault="00C5195C" w:rsidP="00C16ABF">
      <w:pPr>
        <w:spacing w:after="0" w:line="240" w:lineRule="auto"/>
      </w:pPr>
      <w:r>
        <w:continuationSeparator/>
      </w:r>
    </w:p>
  </w:footnote>
  <w:footnote w:id="1">
    <w:p w14:paraId="5B6289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E0DC5"/>
    <w:multiLevelType w:val="hybridMultilevel"/>
    <w:tmpl w:val="E794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AC45E26"/>
    <w:multiLevelType w:val="hybridMultilevel"/>
    <w:tmpl w:val="2864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8875361">
    <w:abstractNumId w:val="3"/>
  </w:num>
  <w:num w:numId="2" w16cid:durableId="1177309540">
    <w:abstractNumId w:val="6"/>
  </w:num>
  <w:num w:numId="3" w16cid:durableId="737871375">
    <w:abstractNumId w:val="7"/>
  </w:num>
  <w:num w:numId="4" w16cid:durableId="1390306094">
    <w:abstractNumId w:val="8"/>
  </w:num>
  <w:num w:numId="5" w16cid:durableId="1213733828">
    <w:abstractNumId w:val="2"/>
  </w:num>
  <w:num w:numId="6" w16cid:durableId="1903715806">
    <w:abstractNumId w:val="11"/>
  </w:num>
  <w:num w:numId="7" w16cid:durableId="3141844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5676110">
    <w:abstractNumId w:val="9"/>
  </w:num>
  <w:num w:numId="9" w16cid:durableId="1168982711">
    <w:abstractNumId w:val="4"/>
  </w:num>
  <w:num w:numId="10" w16cid:durableId="895433197">
    <w:abstractNumId w:val="1"/>
  </w:num>
  <w:num w:numId="11" w16cid:durableId="1205556336">
    <w:abstractNumId w:val="0"/>
  </w:num>
  <w:num w:numId="12" w16cid:durableId="1275939685">
    <w:abstractNumId w:val="13"/>
  </w:num>
  <w:num w:numId="13" w16cid:durableId="1079206005">
    <w:abstractNumId w:val="5"/>
  </w:num>
  <w:num w:numId="14" w16cid:durableId="48682240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07A"/>
    <w:rsid w:val="000048FD"/>
    <w:rsid w:val="000077B4"/>
    <w:rsid w:val="00015B8F"/>
    <w:rsid w:val="00021A75"/>
    <w:rsid w:val="00022ECE"/>
    <w:rsid w:val="0002440A"/>
    <w:rsid w:val="00033B2D"/>
    <w:rsid w:val="00042A51"/>
    <w:rsid w:val="00042D2E"/>
    <w:rsid w:val="00044C82"/>
    <w:rsid w:val="00046065"/>
    <w:rsid w:val="000504A0"/>
    <w:rsid w:val="00053A27"/>
    <w:rsid w:val="0005715D"/>
    <w:rsid w:val="00070ED6"/>
    <w:rsid w:val="00072E77"/>
    <w:rsid w:val="000742DC"/>
    <w:rsid w:val="000779FD"/>
    <w:rsid w:val="000842AA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B7AB7"/>
    <w:rsid w:val="000C4C8A"/>
    <w:rsid w:val="000D02C3"/>
    <w:rsid w:val="000D04B0"/>
    <w:rsid w:val="000D16FA"/>
    <w:rsid w:val="000D1CEE"/>
    <w:rsid w:val="000D362A"/>
    <w:rsid w:val="000D4694"/>
    <w:rsid w:val="000D52B4"/>
    <w:rsid w:val="000E2D6A"/>
    <w:rsid w:val="000E44AB"/>
    <w:rsid w:val="000F1C57"/>
    <w:rsid w:val="000F5615"/>
    <w:rsid w:val="001001B4"/>
    <w:rsid w:val="00106064"/>
    <w:rsid w:val="00106941"/>
    <w:rsid w:val="001155B5"/>
    <w:rsid w:val="00115C98"/>
    <w:rsid w:val="00115F92"/>
    <w:rsid w:val="00122FD3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4E29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1F8"/>
    <w:rsid w:val="00192F37"/>
    <w:rsid w:val="001A70D2"/>
    <w:rsid w:val="001B3624"/>
    <w:rsid w:val="001D237A"/>
    <w:rsid w:val="001D657B"/>
    <w:rsid w:val="001D7B54"/>
    <w:rsid w:val="001E0209"/>
    <w:rsid w:val="001E20B0"/>
    <w:rsid w:val="001E47DD"/>
    <w:rsid w:val="001F278D"/>
    <w:rsid w:val="001F2CA2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572E0"/>
    <w:rsid w:val="00260C10"/>
    <w:rsid w:val="00266FBB"/>
    <w:rsid w:val="002737E8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0322"/>
    <w:rsid w:val="002B4D55"/>
    <w:rsid w:val="002B5EA0"/>
    <w:rsid w:val="002B6119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2F7DBD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2253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1F4E"/>
    <w:rsid w:val="00386039"/>
    <w:rsid w:val="00390A97"/>
    <w:rsid w:val="00393146"/>
    <w:rsid w:val="003A0A5B"/>
    <w:rsid w:val="003A1176"/>
    <w:rsid w:val="003A7E71"/>
    <w:rsid w:val="003B0341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1922"/>
    <w:rsid w:val="00452FC0"/>
    <w:rsid w:val="0045319B"/>
    <w:rsid w:val="00456A86"/>
    <w:rsid w:val="00460F0E"/>
    <w:rsid w:val="00461EFC"/>
    <w:rsid w:val="004632B2"/>
    <w:rsid w:val="004652C2"/>
    <w:rsid w:val="0046552C"/>
    <w:rsid w:val="00465EB9"/>
    <w:rsid w:val="004706D1"/>
    <w:rsid w:val="00471326"/>
    <w:rsid w:val="0047598D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C63"/>
    <w:rsid w:val="00531055"/>
    <w:rsid w:val="0053521E"/>
    <w:rsid w:val="005363C4"/>
    <w:rsid w:val="00536BDE"/>
    <w:rsid w:val="00543ACC"/>
    <w:rsid w:val="00547969"/>
    <w:rsid w:val="00562046"/>
    <w:rsid w:val="0056696D"/>
    <w:rsid w:val="00566AA7"/>
    <w:rsid w:val="00570D05"/>
    <w:rsid w:val="00576924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80726"/>
    <w:rsid w:val="00690E6D"/>
    <w:rsid w:val="00696477"/>
    <w:rsid w:val="00697B8E"/>
    <w:rsid w:val="006A6A41"/>
    <w:rsid w:val="006A70B5"/>
    <w:rsid w:val="006B2CB7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393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65B3"/>
    <w:rsid w:val="00787C2A"/>
    <w:rsid w:val="00790E27"/>
    <w:rsid w:val="007A265C"/>
    <w:rsid w:val="007A3790"/>
    <w:rsid w:val="007A4022"/>
    <w:rsid w:val="007A6E6E"/>
    <w:rsid w:val="007B08DF"/>
    <w:rsid w:val="007B1F14"/>
    <w:rsid w:val="007B33D9"/>
    <w:rsid w:val="007B7FDF"/>
    <w:rsid w:val="007C3299"/>
    <w:rsid w:val="007C3BCC"/>
    <w:rsid w:val="007C4546"/>
    <w:rsid w:val="007C5216"/>
    <w:rsid w:val="007C613F"/>
    <w:rsid w:val="007D282F"/>
    <w:rsid w:val="007D6E56"/>
    <w:rsid w:val="007E17DF"/>
    <w:rsid w:val="007E20C3"/>
    <w:rsid w:val="007E3FED"/>
    <w:rsid w:val="007F0E46"/>
    <w:rsid w:val="007F4155"/>
    <w:rsid w:val="007F4526"/>
    <w:rsid w:val="008023D4"/>
    <w:rsid w:val="00811B74"/>
    <w:rsid w:val="0081554D"/>
    <w:rsid w:val="0081707E"/>
    <w:rsid w:val="008205A4"/>
    <w:rsid w:val="00820F9D"/>
    <w:rsid w:val="0082138F"/>
    <w:rsid w:val="008260AB"/>
    <w:rsid w:val="00827496"/>
    <w:rsid w:val="008314E7"/>
    <w:rsid w:val="00840904"/>
    <w:rsid w:val="008449B3"/>
    <w:rsid w:val="00845641"/>
    <w:rsid w:val="00850728"/>
    <w:rsid w:val="008552A2"/>
    <w:rsid w:val="0085747A"/>
    <w:rsid w:val="00864E86"/>
    <w:rsid w:val="008670A9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325A3"/>
    <w:rsid w:val="00944454"/>
    <w:rsid w:val="00944F4F"/>
    <w:rsid w:val="00947F50"/>
    <w:rsid w:val="009508DF"/>
    <w:rsid w:val="00950DAC"/>
    <w:rsid w:val="00954479"/>
    <w:rsid w:val="00954A07"/>
    <w:rsid w:val="00956985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122E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4CC0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B053C"/>
    <w:rsid w:val="00AB13E8"/>
    <w:rsid w:val="00AB38BA"/>
    <w:rsid w:val="00AC3EC7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A1B5D"/>
    <w:rsid w:val="00BB0608"/>
    <w:rsid w:val="00BB520A"/>
    <w:rsid w:val="00BB52A9"/>
    <w:rsid w:val="00BB5C4F"/>
    <w:rsid w:val="00BC03CB"/>
    <w:rsid w:val="00BC7687"/>
    <w:rsid w:val="00BD0BBA"/>
    <w:rsid w:val="00BD3869"/>
    <w:rsid w:val="00BD66E9"/>
    <w:rsid w:val="00BD6FF4"/>
    <w:rsid w:val="00BE3324"/>
    <w:rsid w:val="00BF2841"/>
    <w:rsid w:val="00BF28FA"/>
    <w:rsid w:val="00BF2C41"/>
    <w:rsid w:val="00C0218E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195C"/>
    <w:rsid w:val="00C56036"/>
    <w:rsid w:val="00C56D77"/>
    <w:rsid w:val="00C61DC5"/>
    <w:rsid w:val="00C64F2A"/>
    <w:rsid w:val="00C65A2E"/>
    <w:rsid w:val="00C66DC2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641A"/>
    <w:rsid w:val="00CC7CFD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16D6"/>
    <w:rsid w:val="00D13332"/>
    <w:rsid w:val="00D14A73"/>
    <w:rsid w:val="00D17C3C"/>
    <w:rsid w:val="00D22573"/>
    <w:rsid w:val="00D26B2C"/>
    <w:rsid w:val="00D336FE"/>
    <w:rsid w:val="00D352C9"/>
    <w:rsid w:val="00D35AED"/>
    <w:rsid w:val="00D425B2"/>
    <w:rsid w:val="00D428D6"/>
    <w:rsid w:val="00D46A49"/>
    <w:rsid w:val="00D47CE1"/>
    <w:rsid w:val="00D552B2"/>
    <w:rsid w:val="00D608D1"/>
    <w:rsid w:val="00D60B27"/>
    <w:rsid w:val="00D60E12"/>
    <w:rsid w:val="00D67BD8"/>
    <w:rsid w:val="00D74119"/>
    <w:rsid w:val="00D7672E"/>
    <w:rsid w:val="00D8075B"/>
    <w:rsid w:val="00D8678B"/>
    <w:rsid w:val="00DA2114"/>
    <w:rsid w:val="00DB3BE5"/>
    <w:rsid w:val="00DB5468"/>
    <w:rsid w:val="00DB5AD9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5462"/>
    <w:rsid w:val="00E742AA"/>
    <w:rsid w:val="00E77392"/>
    <w:rsid w:val="00E77E88"/>
    <w:rsid w:val="00E8107D"/>
    <w:rsid w:val="00E815B2"/>
    <w:rsid w:val="00E82DFC"/>
    <w:rsid w:val="00E951A9"/>
    <w:rsid w:val="00E960BB"/>
    <w:rsid w:val="00EA2074"/>
    <w:rsid w:val="00EA3233"/>
    <w:rsid w:val="00EA3D6A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080B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4E34"/>
    <w:rsid w:val="00F3607C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5F62"/>
  <w15:docId w15:val="{EE4F3B7C-900D-43D6-8506-30A0EB8E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68072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2A7B-433F-43E6-9091-4773B984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</TotalTime>
  <Pages>6</Pages>
  <Words>1132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23</cp:revision>
  <cp:lastPrinted>2019-02-06T12:12:00Z</cp:lastPrinted>
  <dcterms:created xsi:type="dcterms:W3CDTF">2020-02-14T10:26:00Z</dcterms:created>
  <dcterms:modified xsi:type="dcterms:W3CDTF">2024-07-11T09:14:00Z</dcterms:modified>
</cp:coreProperties>
</file>